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4E7E4898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  <w:r w:rsidR="00A778C1">
        <w:rPr>
          <w:rFonts w:ascii="Arial" w:hAnsi="Arial" w:cs="Arial"/>
          <w:i/>
        </w:rPr>
        <w:t>.1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Spett.Le</w:t>
      </w:r>
    </w:p>
    <w:p w14:paraId="23A9A315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GAL Sulcis Iglesiente Capoterra e Campidano di Cagliari</w:t>
      </w:r>
    </w:p>
    <w:p w14:paraId="3DE21B9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 xml:space="preserve">Via Aldo Moro snc </w:t>
      </w:r>
    </w:p>
    <w:p w14:paraId="264879B2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r w:rsidRPr="005A516D">
        <w:rPr>
          <w:rFonts w:ascii="Arial" w:hAnsi="Arial" w:cs="Arial"/>
          <w:b/>
        </w:rPr>
        <w:t>09010 MASAINAS (CI)</w:t>
      </w:r>
    </w:p>
    <w:p w14:paraId="45716A58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2B099327" w14:textId="3B309E7B" w:rsidR="00437A03" w:rsidRPr="005A516D" w:rsidRDefault="00437A03" w:rsidP="00437A03">
      <w:pPr>
        <w:jc w:val="center"/>
        <w:rPr>
          <w:rFonts w:ascii="Arial" w:hAnsi="Arial" w:cs="Arial"/>
          <w:b/>
          <w:u w:val="single"/>
        </w:rPr>
      </w:pPr>
      <w:r w:rsidRPr="005A516D">
        <w:rPr>
          <w:rFonts w:ascii="Arial" w:hAnsi="Arial" w:cs="Arial"/>
          <w:b/>
          <w:u w:val="single"/>
        </w:rPr>
        <w:t xml:space="preserve">DOMANDA DI PARTECIPAZIONE MANIFESTAZIONE DI INTERESSE </w:t>
      </w:r>
      <w:r w:rsidR="00153793">
        <w:rPr>
          <w:rFonts w:ascii="Arial" w:hAnsi="Arial" w:cs="Arial"/>
          <w:b/>
          <w:u w:val="single"/>
        </w:rPr>
        <w:t>ACCORCIAMO LE DISTANZE – FILIERA C</w:t>
      </w:r>
      <w:r w:rsidR="009E1CE5">
        <w:rPr>
          <w:rFonts w:ascii="Arial" w:hAnsi="Arial" w:cs="Arial"/>
          <w:b/>
          <w:u w:val="single"/>
        </w:rPr>
        <w:t>O</w:t>
      </w:r>
      <w:r w:rsidR="00153793">
        <w:rPr>
          <w:rFonts w:ascii="Arial" w:hAnsi="Arial" w:cs="Arial"/>
          <w:b/>
          <w:u w:val="single"/>
        </w:rPr>
        <w:t>RTA TRA TERRA E MARE</w:t>
      </w:r>
      <w:r w:rsidR="002D7BC7">
        <w:rPr>
          <w:rFonts w:ascii="Arial" w:hAnsi="Arial" w:cs="Arial"/>
          <w:b/>
          <w:u w:val="single"/>
        </w:rPr>
        <w:t xml:space="preserve"> – EVENTO </w:t>
      </w:r>
      <w:r w:rsidR="00A778C1">
        <w:rPr>
          <w:rFonts w:ascii="Arial" w:hAnsi="Arial" w:cs="Arial"/>
          <w:b/>
          <w:u w:val="single"/>
        </w:rPr>
        <w:t>AZZORRE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DF0AEB0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 _____________________________________ nato a __________________________</w:t>
      </w:r>
    </w:p>
    <w:p w14:paraId="556A6283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Prov. ______ il _________________ e residente a ____________________________________________</w:t>
      </w:r>
    </w:p>
    <w:p w14:paraId="6D522DDA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in via ____________________________________ n° ____, Codice fiscale _______________________ tel.</w:t>
      </w:r>
    </w:p>
    <w:p w14:paraId="22BB48DF" w14:textId="2FE57BF9" w:rsidR="004B3967" w:rsidRDefault="00437A03" w:rsidP="004B3967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________________ </w:t>
      </w:r>
      <w:r w:rsidR="0043114C">
        <w:rPr>
          <w:rFonts w:ascii="Arial" w:hAnsi="Arial" w:cs="Arial"/>
        </w:rPr>
        <w:t>Rappresentante legale dell’impresa</w:t>
      </w:r>
      <w:r w:rsidRPr="005A516D">
        <w:rPr>
          <w:rFonts w:ascii="Arial" w:hAnsi="Arial" w:cs="Arial"/>
          <w:color w:val="000000"/>
        </w:rPr>
        <w:t xml:space="preserve"> ______________________________________________con sede a____________________ in via______________n.___</w:t>
      </w:r>
      <w:r w:rsidR="004B3967" w:rsidRPr="004B3967">
        <w:rPr>
          <w:rFonts w:ascii="Arial" w:hAnsi="Arial" w:cs="Arial"/>
          <w:color w:val="000000"/>
        </w:rPr>
        <w:t xml:space="preserve"> </w:t>
      </w:r>
      <w:r w:rsidR="004B3967">
        <w:rPr>
          <w:rFonts w:ascii="Arial" w:hAnsi="Arial" w:cs="Arial"/>
          <w:color w:val="000000"/>
        </w:rPr>
        <w:t>Tel_______________________ e-mail___________________________________________pec___________________________________</w:t>
      </w:r>
    </w:p>
    <w:p w14:paraId="05E74944" w14:textId="77777777" w:rsidR="004B3967" w:rsidRPr="005A516D" w:rsidRDefault="004B3967" w:rsidP="004B396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CF_____________________________e P.I._____________________________________;</w:t>
      </w:r>
    </w:p>
    <w:p w14:paraId="04B6047A" w14:textId="14F2564D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32510435" w14:textId="75CC1F1F" w:rsidR="00825A8B" w:rsidRPr="00825A8B" w:rsidRDefault="00437A03" w:rsidP="00825A8B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64AF58EE" w14:textId="38A4F929" w:rsidR="00A778C1" w:rsidRPr="00A778C1" w:rsidRDefault="00825A8B" w:rsidP="00A778C1">
      <w:pPr>
        <w:jc w:val="both"/>
        <w:rPr>
          <w:rFonts w:ascii="Arial" w:eastAsia="Arial" w:hAnsi="Arial" w:cs="Arial"/>
          <w:color w:val="000000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ammess__ a </w:t>
      </w:r>
      <w:r>
        <w:rPr>
          <w:rFonts w:ascii="Arial" w:hAnsi="Arial" w:cs="Arial"/>
          <w:color w:val="000000"/>
        </w:rPr>
        <w:t>partecipare alla manifestazione</w:t>
      </w:r>
      <w:r w:rsidRPr="00B91194">
        <w:rPr>
          <w:rFonts w:ascii="Arial" w:eastAsia="Arial" w:hAnsi="Arial" w:cs="Arial"/>
          <w:color w:val="000000"/>
          <w:szCs w:val="20"/>
        </w:rPr>
        <w:t xml:space="preserve"> di interesse </w:t>
      </w:r>
      <w:r w:rsidR="00A778C1">
        <w:rPr>
          <w:rFonts w:ascii="Arial" w:eastAsia="Arial" w:hAnsi="Arial" w:cs="Arial"/>
          <w:color w:val="000000"/>
          <w:szCs w:val="20"/>
        </w:rPr>
        <w:t xml:space="preserve">per la </w:t>
      </w:r>
      <w:r w:rsidR="00A778C1" w:rsidRPr="00A778C1">
        <w:rPr>
          <w:rFonts w:ascii="Arial" w:eastAsia="Arial" w:hAnsi="Arial" w:cs="Arial"/>
          <w:color w:val="000000"/>
          <w:szCs w:val="20"/>
        </w:rPr>
        <w:t xml:space="preserve">partecipazione all’evento in Portogallo, Isole Azzorre, Sao Miguel, terza settimana del mese di settembre 2022, </w:t>
      </w:r>
      <w:r w:rsidR="00A778C1">
        <w:rPr>
          <w:rFonts w:ascii="Arial" w:eastAsia="Arial" w:hAnsi="Arial" w:cs="Arial"/>
          <w:color w:val="000000"/>
          <w:szCs w:val="20"/>
        </w:rPr>
        <w:t>nella seguente categoria</w:t>
      </w:r>
    </w:p>
    <w:p w14:paraId="33AFC26D" w14:textId="77777777" w:rsidR="003A3EB1" w:rsidRPr="00B24A6A" w:rsidRDefault="003A3EB1" w:rsidP="003A3EB1">
      <w:pPr>
        <w:pStyle w:val="Paragrafoelenco"/>
        <w:numPr>
          <w:ilvl w:val="0"/>
          <w:numId w:val="10"/>
        </w:numPr>
        <w:jc w:val="both"/>
        <w:rPr>
          <w:rFonts w:ascii="Arial" w:eastAsia="Arial" w:hAnsi="Arial" w:cs="Arial"/>
          <w:szCs w:val="20"/>
        </w:rPr>
      </w:pPr>
      <w:r w:rsidRPr="00B24A6A">
        <w:rPr>
          <w:rFonts w:ascii="Arial" w:eastAsia="Arial" w:hAnsi="Arial" w:cs="Arial"/>
          <w:color w:val="000000"/>
          <w:szCs w:val="20"/>
        </w:rPr>
        <w:t xml:space="preserve">n. </w:t>
      </w:r>
      <w:r>
        <w:rPr>
          <w:rFonts w:ascii="Arial" w:eastAsia="Arial" w:hAnsi="Arial" w:cs="Arial"/>
          <w:color w:val="000000"/>
          <w:szCs w:val="20"/>
        </w:rPr>
        <w:t>3/4 operatori</w:t>
      </w:r>
      <w:r w:rsidRPr="00B24A6A">
        <w:rPr>
          <w:rFonts w:ascii="Arial" w:eastAsia="Arial" w:hAnsi="Arial" w:cs="Arial"/>
          <w:color w:val="000000"/>
          <w:szCs w:val="20"/>
        </w:rPr>
        <w:t xml:space="preserve"> del settore vitivinicolo </w:t>
      </w:r>
    </w:p>
    <w:p w14:paraId="78C2B02D" w14:textId="77777777" w:rsidR="003A3EB1" w:rsidRPr="00B24A6A" w:rsidRDefault="003A3EB1" w:rsidP="003A3EB1">
      <w:pPr>
        <w:pStyle w:val="Paragrafoelenco"/>
        <w:numPr>
          <w:ilvl w:val="0"/>
          <w:numId w:val="10"/>
        </w:numPr>
        <w:jc w:val="both"/>
        <w:rPr>
          <w:rFonts w:ascii="Arial" w:eastAsia="Arial" w:hAnsi="Arial" w:cs="Arial"/>
          <w:szCs w:val="20"/>
        </w:rPr>
      </w:pPr>
      <w:r w:rsidRPr="00B24A6A">
        <w:rPr>
          <w:rFonts w:ascii="Arial" w:eastAsia="Arial" w:hAnsi="Arial" w:cs="Arial"/>
          <w:color w:val="000000"/>
          <w:szCs w:val="20"/>
        </w:rPr>
        <w:t>n. 1 operatore per il settore olivicolo</w:t>
      </w:r>
    </w:p>
    <w:p w14:paraId="5FEDB3B8" w14:textId="77777777" w:rsidR="003A3EB1" w:rsidRPr="00014634" w:rsidRDefault="003A3EB1" w:rsidP="003A3EB1">
      <w:pPr>
        <w:pStyle w:val="Paragrafoelenco"/>
        <w:numPr>
          <w:ilvl w:val="0"/>
          <w:numId w:val="10"/>
        </w:numPr>
        <w:jc w:val="both"/>
        <w:rPr>
          <w:rFonts w:ascii="Arial" w:eastAsia="Arial" w:hAnsi="Arial" w:cs="Arial"/>
          <w:szCs w:val="20"/>
        </w:rPr>
      </w:pPr>
      <w:r w:rsidRPr="00B24A6A">
        <w:rPr>
          <w:rFonts w:ascii="Arial" w:eastAsia="Arial" w:hAnsi="Arial" w:cs="Arial"/>
          <w:color w:val="000000"/>
          <w:szCs w:val="20"/>
        </w:rPr>
        <w:t xml:space="preserve">n. </w:t>
      </w:r>
      <w:r>
        <w:rPr>
          <w:rFonts w:ascii="Arial" w:eastAsia="Arial" w:hAnsi="Arial" w:cs="Arial"/>
          <w:color w:val="000000"/>
          <w:szCs w:val="20"/>
        </w:rPr>
        <w:t>1</w:t>
      </w:r>
      <w:r w:rsidRPr="00B24A6A">
        <w:rPr>
          <w:rFonts w:ascii="Arial" w:eastAsia="Arial" w:hAnsi="Arial" w:cs="Arial"/>
          <w:color w:val="000000"/>
          <w:szCs w:val="20"/>
        </w:rPr>
        <w:t xml:space="preserve"> operato</w:t>
      </w:r>
      <w:r>
        <w:rPr>
          <w:rFonts w:ascii="Arial" w:eastAsia="Arial" w:hAnsi="Arial" w:cs="Arial"/>
          <w:color w:val="000000"/>
          <w:szCs w:val="20"/>
        </w:rPr>
        <w:t xml:space="preserve">re </w:t>
      </w:r>
      <w:r w:rsidRPr="00B24A6A">
        <w:rPr>
          <w:rFonts w:ascii="Arial" w:eastAsia="Arial" w:hAnsi="Arial" w:cs="Arial"/>
          <w:color w:val="000000"/>
          <w:szCs w:val="20"/>
        </w:rPr>
        <w:t>per la filiera del miele</w:t>
      </w:r>
    </w:p>
    <w:p w14:paraId="3D147FF9" w14:textId="77777777" w:rsidR="003A3EB1" w:rsidRPr="00014634" w:rsidRDefault="003A3EB1" w:rsidP="003A3EB1">
      <w:pPr>
        <w:pStyle w:val="Paragrafoelenco"/>
        <w:numPr>
          <w:ilvl w:val="0"/>
          <w:numId w:val="10"/>
        </w:numPr>
        <w:ind w:left="851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color w:val="000000"/>
          <w:szCs w:val="20"/>
        </w:rPr>
        <w:t>n.1 operatore del settore culturale</w:t>
      </w:r>
    </w:p>
    <w:p w14:paraId="76F86E63" w14:textId="77777777" w:rsidR="003A3EB1" w:rsidRDefault="003A3EB1" w:rsidP="00A778C1">
      <w:pPr>
        <w:spacing w:after="0"/>
        <w:jc w:val="both"/>
        <w:rPr>
          <w:rFonts w:ascii="Arial" w:hAnsi="Arial" w:cs="Arial"/>
        </w:rPr>
      </w:pPr>
    </w:p>
    <w:p w14:paraId="10D33258" w14:textId="55E61675" w:rsidR="00437A03" w:rsidRPr="005A516D" w:rsidRDefault="00437A03" w:rsidP="00A778C1">
      <w:pPr>
        <w:spacing w:after="0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>l GAL Sulci</w:t>
      </w:r>
      <w:r>
        <w:rPr>
          <w:rFonts w:ascii="Arial" w:hAnsi="Arial" w:cs="Arial"/>
          <w:color w:val="000000"/>
        </w:rPr>
        <w:t>s</w:t>
      </w:r>
      <w:r w:rsidRPr="005A516D">
        <w:rPr>
          <w:rFonts w:ascii="Arial" w:hAnsi="Arial" w:cs="Arial"/>
          <w:color w:val="000000"/>
        </w:rPr>
        <w:t xml:space="preserve"> Iglesiente Capoterra e Campidano di Cagliari. </w:t>
      </w:r>
    </w:p>
    <w:p w14:paraId="703776A8" w14:textId="77777777" w:rsidR="00A778C1" w:rsidRDefault="00A778C1" w:rsidP="00437A03">
      <w:pPr>
        <w:jc w:val="both"/>
        <w:rPr>
          <w:rFonts w:ascii="Arial" w:hAnsi="Arial" w:cs="Arial"/>
          <w:color w:val="000000"/>
        </w:rPr>
      </w:pPr>
    </w:p>
    <w:p w14:paraId="781FA6E4" w14:textId="3931358C" w:rsidR="0043114C" w:rsidRPr="00A778C1" w:rsidRDefault="00437A03" w:rsidP="00A778C1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</w:t>
      </w:r>
      <w:r w:rsidR="00A778C1">
        <w:rPr>
          <w:rFonts w:ascii="Arial" w:hAnsi="Arial" w:cs="Arial"/>
          <w:color w:val="000000"/>
        </w:rPr>
        <w:t>.</w:t>
      </w:r>
    </w:p>
    <w:p w14:paraId="03DA5B01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458D6F4" w14:textId="77777777" w:rsidR="00437A03" w:rsidRPr="005A516D" w:rsidRDefault="00437A03" w:rsidP="00437A03">
      <w:pPr>
        <w:spacing w:after="0" w:line="240" w:lineRule="auto"/>
        <w:jc w:val="center"/>
        <w:rPr>
          <w:rFonts w:ascii="Arial" w:hAnsi="Arial" w:cs="Arial"/>
          <w:b/>
        </w:rPr>
      </w:pPr>
    </w:p>
    <w:p w14:paraId="3F3B43C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( b a r r a r e le c a s e l l e c h e in t e re s s a n o 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0F0DB4A7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nato/a a _______________________ il ________________________</w:t>
      </w:r>
    </w:p>
    <w:p w14:paraId="1BD827D0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lastRenderedPageBreak/>
        <w:t> Di essere residente a ____________________________ in Via/Corso/Piazza _____________________________ n. _____________</w:t>
      </w:r>
    </w:p>
    <w:p w14:paraId="4E7C126E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cittadino italiano</w:t>
      </w:r>
    </w:p>
    <w:p w14:paraId="08DBE4D3" w14:textId="3E2C75E1" w:rsidR="00437A03" w:rsidRPr="00C43E47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 xml:space="preserve"> Di essere </w:t>
      </w:r>
      <w:r w:rsidR="00990699">
        <w:rPr>
          <w:rFonts w:ascii="Arial" w:hAnsi="Arial" w:cs="Arial"/>
        </w:rPr>
        <w:t>il rappresentante legale di</w:t>
      </w:r>
      <w:r w:rsidRPr="00C43E47">
        <w:rPr>
          <w:rFonts w:ascii="Arial" w:hAnsi="Arial" w:cs="Arial"/>
          <w:color w:val="000000"/>
        </w:rPr>
        <w:t>__________</w:t>
      </w:r>
    </w:p>
    <w:p w14:paraId="3645D456" w14:textId="439DD600" w:rsidR="00D27A76" w:rsidRPr="00BF36F9" w:rsidRDefault="00D27A76" w:rsidP="00BF36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BF36F9">
        <w:rPr>
          <w:rFonts w:ascii="Arial" w:hAnsi="Arial" w:cs="Arial"/>
          <w:color w:val="000000"/>
        </w:rPr>
        <w:t>Che la propria impresa appartiene al settore</w:t>
      </w:r>
    </w:p>
    <w:p w14:paraId="4C991F75" w14:textId="1D5773DB" w:rsid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Agroalimentare</w:t>
      </w:r>
    </w:p>
    <w:p w14:paraId="6CCE25FD" w14:textId="47626B96" w:rsid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Artigianato</w:t>
      </w:r>
    </w:p>
    <w:p w14:paraId="25C63E93" w14:textId="5FB8F0D8" w:rsidR="00D27A76" w:rsidRPr="00D27A76" w:rsidRDefault="00D27A76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Cultura</w:t>
      </w:r>
    </w:p>
    <w:p w14:paraId="3DF52E12" w14:textId="77777777" w:rsidR="00D27A76" w:rsidRDefault="00D27A7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749B6B6B" w14:textId="12917C8B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voler partecipare all’evento con i seguenti prodotti rappresentativi del territorio</w:t>
      </w:r>
    </w:p>
    <w:p w14:paraId="7C3065E3" w14:textId="51523ED4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 w:rsidRPr="0043114C">
        <w:rPr>
          <w:rFonts w:ascii="Arial" w:hAnsi="Arial" w:cs="Arial"/>
          <w:color w:val="000000"/>
        </w:rPr>
        <w:t xml:space="preserve">________________________________________________________________________________________________________________________________________ </w:t>
      </w:r>
    </w:p>
    <w:p w14:paraId="5DD4F937" w14:textId="77777777" w:rsidR="004B3967" w:rsidRPr="0043114C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avere sede operativa nel comune di______________________</w:t>
      </w:r>
    </w:p>
    <w:p w14:paraId="4E69A4CC" w14:textId="77777777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45E3FC94" w14:textId="77777777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Per le imprese agricole, agroalimentari e artigiane:</w:t>
      </w:r>
    </w:p>
    <w:p w14:paraId="565D84C5" w14:textId="77777777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5CBB4C96" w14:textId="77777777" w:rsidR="004B3967" w:rsidRPr="00370779" w:rsidRDefault="004B3967" w:rsidP="004B3967">
      <w:pPr>
        <w:pStyle w:val="Paragrafoelenco"/>
        <w:numPr>
          <w:ilvl w:val="0"/>
          <w:numId w:val="13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L’impresa deve essere regolarmente iscritta al Registro delle Imprese presso le CCIAA.</w:t>
      </w:r>
    </w:p>
    <w:p w14:paraId="1875FA39" w14:textId="77777777" w:rsidR="004B3967" w:rsidRPr="00370779" w:rsidRDefault="004B3967" w:rsidP="004B3967">
      <w:pPr>
        <w:pStyle w:val="Paragrafoelenco"/>
        <w:numPr>
          <w:ilvl w:val="0"/>
          <w:numId w:val="13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Se trattasi di Impresa Artigiana deve essere iscritta all’Albo delle Imprese Artigiane presso la CCIAA.</w:t>
      </w:r>
    </w:p>
    <w:p w14:paraId="46B0AD38" w14:textId="77777777" w:rsidR="000A263D" w:rsidRPr="00953B7C" w:rsidRDefault="000A263D" w:rsidP="000A263D">
      <w:pPr>
        <w:jc w:val="center"/>
        <w:rPr>
          <w:rFonts w:ascii="Arial" w:eastAsia="Arial" w:hAnsi="Arial" w:cs="Arial"/>
          <w:b/>
          <w:szCs w:val="20"/>
        </w:rPr>
      </w:pPr>
      <w:r w:rsidRPr="00953B7C">
        <w:rPr>
          <w:rFonts w:ascii="Arial" w:eastAsia="Arial" w:hAnsi="Arial" w:cs="Arial"/>
          <w:b/>
          <w:szCs w:val="20"/>
        </w:rPr>
        <w:t>SI IMPEGNA A</w:t>
      </w:r>
    </w:p>
    <w:p w14:paraId="687A1205" w14:textId="2183AED2" w:rsidR="008F3B1F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>E</w:t>
      </w:r>
      <w:r w:rsidR="000A263D" w:rsidRPr="00953B7C">
        <w:rPr>
          <w:rFonts w:ascii="Arial" w:eastAsia="Arial" w:hAnsi="Arial" w:cs="Arial"/>
          <w:szCs w:val="20"/>
        </w:rPr>
        <w:t>sporre</w:t>
      </w:r>
      <w:r w:rsidR="00953B7C" w:rsidRPr="00953B7C">
        <w:rPr>
          <w:rFonts w:ascii="Arial" w:eastAsia="Arial" w:hAnsi="Arial" w:cs="Arial"/>
          <w:szCs w:val="20"/>
        </w:rPr>
        <w:t xml:space="preserve"> e promuovere e</w:t>
      </w:r>
      <w:r w:rsidRPr="00953B7C">
        <w:rPr>
          <w:rFonts w:ascii="Arial" w:eastAsia="Arial" w:hAnsi="Arial" w:cs="Arial"/>
          <w:szCs w:val="20"/>
        </w:rPr>
        <w:t xml:space="preserve"> i propri prodotti</w:t>
      </w:r>
      <w:r w:rsidR="00953B7C" w:rsidRPr="00953B7C">
        <w:rPr>
          <w:rFonts w:ascii="Arial" w:eastAsia="Arial" w:hAnsi="Arial" w:cs="Arial"/>
          <w:szCs w:val="20"/>
        </w:rPr>
        <w:t>;</w:t>
      </w:r>
    </w:p>
    <w:p w14:paraId="1ABE2B47" w14:textId="432500FD" w:rsidR="000A263D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 xml:space="preserve">Mettere a disposizione dell’organizzazione i prodotti </w:t>
      </w:r>
      <w:r w:rsidR="00953B7C" w:rsidRPr="00953B7C">
        <w:rPr>
          <w:rFonts w:ascii="Arial" w:eastAsia="Arial" w:hAnsi="Arial" w:cs="Arial"/>
          <w:szCs w:val="20"/>
        </w:rPr>
        <w:t xml:space="preserve">necessari </w:t>
      </w:r>
      <w:r w:rsidRPr="00953B7C">
        <w:rPr>
          <w:rFonts w:ascii="Arial" w:eastAsia="Arial" w:hAnsi="Arial" w:cs="Arial"/>
          <w:szCs w:val="20"/>
        </w:rPr>
        <w:t>per le degustazioni</w:t>
      </w:r>
      <w:r w:rsidR="00953B7C" w:rsidRPr="00953B7C">
        <w:rPr>
          <w:rFonts w:ascii="Arial" w:eastAsia="Arial" w:hAnsi="Arial" w:cs="Arial"/>
          <w:szCs w:val="20"/>
        </w:rPr>
        <w:t xml:space="preserve"> e i laboratori del gusto;</w:t>
      </w:r>
    </w:p>
    <w:p w14:paraId="0C8EFE4B" w14:textId="50394E0C" w:rsidR="000A263D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>S</w:t>
      </w:r>
      <w:r w:rsidR="000A263D" w:rsidRPr="00953B7C">
        <w:rPr>
          <w:rFonts w:ascii="Arial" w:eastAsia="Arial" w:hAnsi="Arial" w:cs="Arial"/>
          <w:szCs w:val="20"/>
        </w:rPr>
        <w:t xml:space="preserve">volgere la propria attività nel rispetto delle relative normative vigenti in materia previdenziale, assicurativa, fiscale, sanitaria, infortunistica, giuslavorista, di marchi, brevetti e segni distintivi in genere e di proprietà intellettuale. </w:t>
      </w:r>
    </w:p>
    <w:p w14:paraId="1A1D7C83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Rispettare l</w:t>
      </w:r>
      <w:r w:rsidRPr="00622739">
        <w:rPr>
          <w:rFonts w:ascii="Arial" w:eastAsia="Arial" w:hAnsi="Arial" w:cs="Arial"/>
          <w:szCs w:val="20"/>
        </w:rPr>
        <w:t>’assegnazione dello stand</w:t>
      </w:r>
      <w:r>
        <w:rPr>
          <w:rFonts w:ascii="Arial" w:eastAsia="Arial" w:hAnsi="Arial" w:cs="Arial"/>
          <w:szCs w:val="20"/>
        </w:rPr>
        <w:t xml:space="preserve"> la quale</w:t>
      </w:r>
      <w:r w:rsidRPr="00622739">
        <w:rPr>
          <w:rFonts w:ascii="Arial" w:eastAsia="Arial" w:hAnsi="Arial" w:cs="Arial"/>
          <w:szCs w:val="20"/>
        </w:rPr>
        <w:t xml:space="preserve"> è valida solo per il </w:t>
      </w:r>
      <w:r>
        <w:rPr>
          <w:rFonts w:ascii="Arial" w:eastAsia="Arial" w:hAnsi="Arial" w:cs="Arial"/>
          <w:szCs w:val="20"/>
        </w:rPr>
        <w:t>r</w:t>
      </w:r>
      <w:r w:rsidRPr="00622739">
        <w:rPr>
          <w:rFonts w:ascii="Arial" w:eastAsia="Arial" w:hAnsi="Arial" w:cs="Arial"/>
          <w:szCs w:val="20"/>
        </w:rPr>
        <w:t xml:space="preserve">ichiedente cui verrà intestata. L’espositore può occupare solo gli spazi assegnati e nessun altro spazio ulteriore, in particolare, spazi comuni, corsi e uscite di sicurezza. </w:t>
      </w:r>
    </w:p>
    <w:p w14:paraId="783E6B1A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l</w:t>
      </w:r>
      <w:r w:rsidRPr="00622739">
        <w:rPr>
          <w:rFonts w:ascii="Arial" w:eastAsia="Arial" w:hAnsi="Arial" w:cs="Arial"/>
          <w:szCs w:val="20"/>
        </w:rPr>
        <w:t xml:space="preserve">’ammissione agli eventi e la conseguente assegnazione dello stand avvengono compatibilmente con la disponibilità degli spazi espositivi destinati alle presenze collettive, alle presenze regionali e internazionali e alle varie presenze individuali. </w:t>
      </w:r>
    </w:p>
    <w:p w14:paraId="0D9FC985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che l</w:t>
      </w:r>
      <w:r w:rsidRPr="00622739">
        <w:rPr>
          <w:rFonts w:ascii="Arial" w:eastAsia="Arial" w:hAnsi="Arial" w:cs="Arial"/>
          <w:szCs w:val="20"/>
        </w:rPr>
        <w:t xml:space="preserve">’assegnazione degli stand </w:t>
      </w:r>
      <w:r>
        <w:rPr>
          <w:rFonts w:ascii="Arial" w:eastAsia="Arial" w:hAnsi="Arial" w:cs="Arial"/>
          <w:szCs w:val="20"/>
        </w:rPr>
        <w:t>venga</w:t>
      </w:r>
      <w:r w:rsidRPr="00622739">
        <w:rPr>
          <w:rFonts w:ascii="Arial" w:eastAsia="Arial" w:hAnsi="Arial" w:cs="Arial"/>
          <w:szCs w:val="20"/>
        </w:rPr>
        <w:t xml:space="preserve"> effettuata dall’organizzatore, tenuto conto dell’interesse generale della manifestazione, delle eventuali ripartizioni per settori geografici e merceologici. In ogni caso l’organizzatore ha facoltà di modificare l’ubicazione e il collocamento dello stand già assegnato, oppure di modificarne la conformazione e le dimensioni, qualora le circostanze lo rendano necessario e/o opportuno.</w:t>
      </w:r>
    </w:p>
    <w:p w14:paraId="02FF52EA" w14:textId="1F4D7EE9" w:rsidR="000A263D" w:rsidRPr="008F3B1F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Osservare</w:t>
      </w:r>
      <w:r w:rsidR="000A263D" w:rsidRPr="008F3B1F">
        <w:rPr>
          <w:rFonts w:ascii="Arial" w:eastAsia="Arial" w:hAnsi="Arial" w:cs="Arial"/>
          <w:szCs w:val="20"/>
        </w:rPr>
        <w:t xml:space="preserve"> le norme di legge in vigore per l’uso delle strutture e degli impianti tecnici. </w:t>
      </w:r>
    </w:p>
    <w:p w14:paraId="181C9BE6" w14:textId="3741CB77" w:rsidR="000A263D" w:rsidRPr="00622739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Restituire</w:t>
      </w:r>
      <w:r w:rsidR="000A263D" w:rsidRPr="00622739">
        <w:rPr>
          <w:rFonts w:ascii="Arial" w:eastAsia="Arial" w:hAnsi="Arial" w:cs="Arial"/>
          <w:szCs w:val="20"/>
        </w:rPr>
        <w:t xml:space="preserve"> nelle condizioni in cui erano al momento della consegna agli </w:t>
      </w:r>
      <w:r>
        <w:rPr>
          <w:rFonts w:ascii="Arial" w:eastAsia="Arial" w:hAnsi="Arial" w:cs="Arial"/>
          <w:szCs w:val="20"/>
        </w:rPr>
        <w:t>e</w:t>
      </w:r>
      <w:r w:rsidR="000A263D" w:rsidRPr="00622739">
        <w:rPr>
          <w:rFonts w:ascii="Arial" w:eastAsia="Arial" w:hAnsi="Arial" w:cs="Arial"/>
          <w:szCs w:val="20"/>
        </w:rPr>
        <w:t>spositori. Tutte le spese di messa in ripristino sono a carico di questi ultimi.</w:t>
      </w:r>
    </w:p>
    <w:p w14:paraId="1C958593" w14:textId="77777777" w:rsidR="000A263D" w:rsidRPr="00622739" w:rsidRDefault="000A263D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622739">
        <w:rPr>
          <w:rFonts w:ascii="Arial" w:eastAsia="Arial" w:hAnsi="Arial" w:cs="Arial"/>
          <w:szCs w:val="20"/>
        </w:rPr>
        <w:t xml:space="preserve">L’espositore si impegna oltremodo a non lasciare il proprio stand incustodito ed esonera il GAL da ogni responsabilità. </w:t>
      </w:r>
    </w:p>
    <w:p w14:paraId="2F3219AB" w14:textId="77777777" w:rsidR="000A263D" w:rsidRPr="00887934" w:rsidRDefault="000A263D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887934">
        <w:rPr>
          <w:rFonts w:ascii="Arial" w:eastAsia="Arial" w:hAnsi="Arial" w:cs="Arial"/>
          <w:szCs w:val="20"/>
        </w:rPr>
        <w:t>Per quanto riguarda la partecipazione all’evento presso le isole Azzorre l’operatore economico si impegna a sostenere le spese dei pasti e le spese extra (eventuali visite e escursioni).</w:t>
      </w:r>
    </w:p>
    <w:p w14:paraId="3D05494F" w14:textId="0EDA2B20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62B532C7" w14:textId="5C69F96C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68928B1C" w14:textId="58EF9A12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7AF689C4" w14:textId="77777777" w:rsidR="000A263D" w:rsidRPr="0043114C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4CFA20E1" w14:textId="77777777" w:rsidR="006C657B" w:rsidRPr="005A516D" w:rsidRDefault="006C657B" w:rsidP="00437A03">
      <w:pPr>
        <w:jc w:val="both"/>
        <w:rPr>
          <w:rFonts w:ascii="Arial" w:hAnsi="Arial" w:cs="Arial"/>
        </w:rPr>
      </w:pPr>
    </w:p>
    <w:p w14:paraId="2719DDDC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>Allegato C_Infor</w:t>
      </w:r>
      <w:r w:rsidRPr="005A516D">
        <w:rPr>
          <w:rFonts w:ascii="Arial" w:hAnsi="Arial" w:cs="Arial"/>
        </w:rPr>
        <w:t>mativa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77777777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L’interessato potrà esercitare i diritti previsti dal del D.Lgs. Regolamento UE 2016/679 in allegato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C7C8" w14:textId="77777777" w:rsidR="007258FA" w:rsidRDefault="007258FA" w:rsidP="005677CF">
      <w:pPr>
        <w:spacing w:after="0" w:line="240" w:lineRule="auto"/>
      </w:pPr>
      <w:r>
        <w:separator/>
      </w:r>
    </w:p>
  </w:endnote>
  <w:endnote w:type="continuationSeparator" w:id="0">
    <w:p w14:paraId="573C0EE4" w14:textId="77777777" w:rsidR="007258FA" w:rsidRDefault="007258FA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029E" w14:textId="77777777" w:rsidR="007258FA" w:rsidRDefault="007258FA" w:rsidP="005677CF">
      <w:pPr>
        <w:spacing w:after="0" w:line="240" w:lineRule="auto"/>
      </w:pPr>
      <w:r>
        <w:separator/>
      </w:r>
    </w:p>
  </w:footnote>
  <w:footnote w:type="continuationSeparator" w:id="0">
    <w:p w14:paraId="3AABE9E9" w14:textId="77777777" w:rsidR="007258FA" w:rsidRDefault="007258FA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738E70F1" w:rsidR="007D167F" w:rsidRDefault="00225D5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A8FC297" wp14:editId="75CDB602">
              <wp:simplePos x="0" y="0"/>
              <wp:positionH relativeFrom="column">
                <wp:posOffset>1161518</wp:posOffset>
              </wp:positionH>
              <wp:positionV relativeFrom="paragraph">
                <wp:posOffset>263525</wp:posOffset>
              </wp:positionV>
              <wp:extent cx="3819525" cy="10165039"/>
              <wp:effectExtent l="0" t="0" r="3175" b="0"/>
              <wp:wrapNone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>
          <w:pict>
            <v:group w14:anchorId="4849409E" id="Gruppo 6" o:spid="_x0000_s1026" style="position:absolute;margin-left:91.45pt;margin-top:20.75pt;width:300.75pt;height:800.4pt;z-index:-251655168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">
                <v:imagedata r:id="rId3" o:title=""/>
              </v:shape>
              <v:shape id="Immagine 8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">
                <v:imagedata r:id="rId4" o:title="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332A7871" w:rsidR="004113B1" w:rsidRPr="00225D50" w:rsidRDefault="00CF1094" w:rsidP="00225D50">
    <w:pPr>
      <w:pStyle w:val="Intestazione"/>
    </w:pPr>
    <w:r w:rsidRPr="00FA2903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F5B60BD" wp14:editId="688D6CAC">
              <wp:simplePos x="0" y="0"/>
              <wp:positionH relativeFrom="margin">
                <wp:posOffset>1122630</wp:posOffset>
              </wp:positionH>
              <wp:positionV relativeFrom="margin">
                <wp:posOffset>-1279267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06D5FA6F" id="Gruppo 5" o:spid="_x0000_s1026" style="position:absolute;margin-left:88.4pt;margin-top:-100.75pt;width:300.75pt;height:800.4pt;z-index:-251653120;mso-position-horizontal-relative:margin;mso-position-vertical-relative:margin;mso-width-relative:margin;mso-height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74B3"/>
    <w:multiLevelType w:val="hybridMultilevel"/>
    <w:tmpl w:val="7ACA20DA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47647C4E"/>
    <w:multiLevelType w:val="hybridMultilevel"/>
    <w:tmpl w:val="19FC2360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D53C3"/>
    <w:multiLevelType w:val="hybridMultilevel"/>
    <w:tmpl w:val="BF66500C"/>
    <w:lvl w:ilvl="0" w:tplc="C786F1AA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2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4"/>
  </w:num>
  <w:num w:numId="10">
    <w:abstractNumId w:val="8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A21AD"/>
    <w:rsid w:val="000A263D"/>
    <w:rsid w:val="000A26ED"/>
    <w:rsid w:val="000C4F8A"/>
    <w:rsid w:val="00153793"/>
    <w:rsid w:val="001C4402"/>
    <w:rsid w:val="00225352"/>
    <w:rsid w:val="00225D50"/>
    <w:rsid w:val="00234896"/>
    <w:rsid w:val="002414C4"/>
    <w:rsid w:val="002448F6"/>
    <w:rsid w:val="002D7BC7"/>
    <w:rsid w:val="003822CF"/>
    <w:rsid w:val="003A3EB1"/>
    <w:rsid w:val="003B498C"/>
    <w:rsid w:val="003E3DCD"/>
    <w:rsid w:val="00402077"/>
    <w:rsid w:val="0040464C"/>
    <w:rsid w:val="004113B1"/>
    <w:rsid w:val="004171E8"/>
    <w:rsid w:val="0043114C"/>
    <w:rsid w:val="00437A03"/>
    <w:rsid w:val="0044648F"/>
    <w:rsid w:val="0048225E"/>
    <w:rsid w:val="0049466E"/>
    <w:rsid w:val="004B3967"/>
    <w:rsid w:val="004F7E51"/>
    <w:rsid w:val="00517BF8"/>
    <w:rsid w:val="005372D3"/>
    <w:rsid w:val="00564541"/>
    <w:rsid w:val="005677CF"/>
    <w:rsid w:val="0059023A"/>
    <w:rsid w:val="005E0310"/>
    <w:rsid w:val="005E68DD"/>
    <w:rsid w:val="005F05EA"/>
    <w:rsid w:val="006039C5"/>
    <w:rsid w:val="00664CC8"/>
    <w:rsid w:val="00666473"/>
    <w:rsid w:val="00667CD9"/>
    <w:rsid w:val="00675551"/>
    <w:rsid w:val="00676E07"/>
    <w:rsid w:val="006949AB"/>
    <w:rsid w:val="006A2C25"/>
    <w:rsid w:val="006C1C42"/>
    <w:rsid w:val="006C657B"/>
    <w:rsid w:val="00706A03"/>
    <w:rsid w:val="00724FCA"/>
    <w:rsid w:val="007258FA"/>
    <w:rsid w:val="00773109"/>
    <w:rsid w:val="0078775B"/>
    <w:rsid w:val="007C5EC1"/>
    <w:rsid w:val="007D167F"/>
    <w:rsid w:val="007E1724"/>
    <w:rsid w:val="007F0635"/>
    <w:rsid w:val="00825A8B"/>
    <w:rsid w:val="00847030"/>
    <w:rsid w:val="0085709D"/>
    <w:rsid w:val="00875326"/>
    <w:rsid w:val="008D181E"/>
    <w:rsid w:val="008F3B1F"/>
    <w:rsid w:val="00903E92"/>
    <w:rsid w:val="00904C2F"/>
    <w:rsid w:val="0091130E"/>
    <w:rsid w:val="0093791E"/>
    <w:rsid w:val="009527CE"/>
    <w:rsid w:val="00953B7C"/>
    <w:rsid w:val="00961625"/>
    <w:rsid w:val="009760EB"/>
    <w:rsid w:val="00990699"/>
    <w:rsid w:val="009E1CE5"/>
    <w:rsid w:val="00A06895"/>
    <w:rsid w:val="00A230D4"/>
    <w:rsid w:val="00A23AA3"/>
    <w:rsid w:val="00A477BF"/>
    <w:rsid w:val="00A76E6D"/>
    <w:rsid w:val="00A778C1"/>
    <w:rsid w:val="00A77BD1"/>
    <w:rsid w:val="00AA2E95"/>
    <w:rsid w:val="00AC4CC8"/>
    <w:rsid w:val="00AE09BE"/>
    <w:rsid w:val="00B440CA"/>
    <w:rsid w:val="00B80CAD"/>
    <w:rsid w:val="00BC1ECB"/>
    <w:rsid w:val="00BF36F9"/>
    <w:rsid w:val="00C51A59"/>
    <w:rsid w:val="00C615C4"/>
    <w:rsid w:val="00C772E0"/>
    <w:rsid w:val="00C83E30"/>
    <w:rsid w:val="00CA54D9"/>
    <w:rsid w:val="00CF1094"/>
    <w:rsid w:val="00D27A76"/>
    <w:rsid w:val="00D8394C"/>
    <w:rsid w:val="00D85105"/>
    <w:rsid w:val="00DB54A9"/>
    <w:rsid w:val="00DD199F"/>
    <w:rsid w:val="00E120D4"/>
    <w:rsid w:val="00E82F30"/>
    <w:rsid w:val="00E85042"/>
    <w:rsid w:val="00E96EF9"/>
    <w:rsid w:val="00EA2FE0"/>
    <w:rsid w:val="00EC7034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14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Laura Carta</cp:lastModifiedBy>
  <cp:revision>7</cp:revision>
  <cp:lastPrinted>2021-10-18T14:24:00Z</cp:lastPrinted>
  <dcterms:created xsi:type="dcterms:W3CDTF">2022-06-01T14:08:00Z</dcterms:created>
  <dcterms:modified xsi:type="dcterms:W3CDTF">2022-06-07T10:16:00Z</dcterms:modified>
</cp:coreProperties>
</file>